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111700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třídění bioodpadu a prevence vzniku odpadů v uherském brodě </w:t>
            </w:r>
            <w:r w:rsidR="004F761E">
              <w:rPr>
                <w:rFonts w:ascii="Arial" w:hAnsi="Arial" w:cs="Arial"/>
                <w:color w:val="FF0000"/>
                <w:sz w:val="24"/>
                <w:szCs w:val="24"/>
              </w:rPr>
              <w:t>–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kompostéry</w:t>
            </w:r>
          </w:p>
          <w:p w:rsidR="004F761E" w:rsidRDefault="004F761E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F761E" w:rsidRDefault="004F761E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F761E" w:rsidRPr="004F761E" w:rsidRDefault="004F761E" w:rsidP="004F761E">
            <w:pPr>
              <w:pStyle w:val="Nadpis4-sted-2"/>
              <w:rPr>
                <w:rFonts w:cs="Arial"/>
              </w:rPr>
            </w:pPr>
            <w:r w:rsidRPr="004F761E">
              <w:rPr>
                <w:rFonts w:cs="Arial"/>
              </w:rPr>
              <w:t xml:space="preserve">Projekt je podporován Evropskou unií z prostředků Fondu soudržnosti </w:t>
            </w:r>
            <w:r w:rsidRPr="004F761E">
              <w:rPr>
                <w:rFonts w:cs="Arial"/>
              </w:rPr>
              <w:br/>
              <w:t>v rámci Operačního programu Životní prostředí.</w:t>
            </w:r>
          </w:p>
          <w:p w:rsidR="004F761E" w:rsidRPr="004F761E" w:rsidRDefault="004F761E" w:rsidP="004F761E">
            <w:pPr>
              <w:pStyle w:val="Nzevprojektu"/>
              <w:ind w:hanging="6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F761E">
              <w:rPr>
                <w:rFonts w:ascii="Arial" w:hAnsi="Arial" w:cs="Arial"/>
                <w:color w:val="auto"/>
                <w:sz w:val="20"/>
                <w:szCs w:val="20"/>
              </w:rPr>
              <w:t>Číslo projektu: CZ.05.01.05/01/24_068/0005215</w:t>
            </w:r>
          </w:p>
          <w:p w:rsidR="004F761E" w:rsidRPr="0025072A" w:rsidRDefault="004F761E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14" w:rsidRDefault="00E7041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F761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F761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14" w:rsidRDefault="00E704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14" w:rsidRDefault="00E7041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14" w:rsidRDefault="00E7041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891CBE" w:rsidP="00F928D8">
    <w:pPr>
      <w:pStyle w:val="Zhlav"/>
    </w:pPr>
    <w:r>
      <w:rPr>
        <w:noProof/>
      </w:rPr>
      <w:drawing>
        <wp:inline distT="0" distB="0" distL="0" distR="0" wp14:anchorId="3C075478" wp14:editId="004061FB">
          <wp:extent cx="5760720" cy="419735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Default="00891CBE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4693</wp:posOffset>
              </wp:positionV>
              <wp:extent cx="1238250" cy="381663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816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1CBE" w:rsidRDefault="00891CBE" w:rsidP="00F928D8">
                          <w:pPr>
                            <w:rPr>
                              <w:b/>
                              <w:szCs w:val="20"/>
                            </w:rPr>
                          </w:pPr>
                        </w:p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70414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.35pt;width:97.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j2EswIAALk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" filled="f" stroked="f">
              <v:textbox>
                <w:txbxContent>
                  <w:p w:rsidR="00891CBE" w:rsidRDefault="00891CBE" w:rsidP="00F928D8">
                    <w:pPr>
                      <w:rPr>
                        <w:b/>
                        <w:szCs w:val="20"/>
                      </w:rPr>
                    </w:pPr>
                  </w:p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70414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  <w:p w:rsidR="00891CBE" w:rsidRDefault="00891CBE" w:rsidP="00F928D8">
    <w:pPr>
      <w:pStyle w:val="Zhlav"/>
    </w:pPr>
  </w:p>
  <w:p w:rsidR="00891CBE" w:rsidRPr="00F928D8" w:rsidRDefault="00891CBE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1700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04F3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761E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1CBE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041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239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Nadpis4-sted-2">
    <w:name w:val="Nadpis 4 - střed - 2"/>
    <w:basedOn w:val="Normln"/>
    <w:autoRedefine/>
    <w:rsid w:val="004F761E"/>
    <w:pPr>
      <w:keepNext/>
      <w:widowControl w:val="0"/>
      <w:spacing w:before="120" w:after="120"/>
      <w:jc w:val="center"/>
      <w:outlineLvl w:val="3"/>
    </w:pPr>
    <w:rPr>
      <w:b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4E3783B8</Template>
  <TotalTime>50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42</cp:revision>
  <cp:lastPrinted>2021-05-24T06:24:00Z</cp:lastPrinted>
  <dcterms:created xsi:type="dcterms:W3CDTF">2019-09-19T08:40:00Z</dcterms:created>
  <dcterms:modified xsi:type="dcterms:W3CDTF">2025-08-27T12:22:00Z</dcterms:modified>
</cp:coreProperties>
</file>